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13CA2" w14:textId="77777777" w:rsid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</w:p>
    <w:p w14:paraId="799FE26C" w14:textId="77777777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05BE45B2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E1C92E3" w14:textId="77777777" w:rsidTr="00CB0E6C">
        <w:trPr>
          <w:trHeight w:val="416"/>
        </w:trPr>
        <w:tc>
          <w:tcPr>
            <w:tcW w:w="3552" w:type="dxa"/>
          </w:tcPr>
          <w:p w14:paraId="6F8465E6" w14:textId="75FF7AB7" w:rsidR="003D154A" w:rsidRPr="008F0235" w:rsidRDefault="008F0235" w:rsidP="00074183">
            <w:pPr>
              <w:spacing w:before="60" w:after="60"/>
              <w:jc w:val="center"/>
              <w:rPr>
                <w:sz w:val="22"/>
                <w:lang w:val="uk-UA"/>
              </w:rPr>
            </w:pPr>
            <w:r w:rsidRPr="008F0235">
              <w:rPr>
                <w:sz w:val="28"/>
                <w:szCs w:val="28"/>
                <w:lang w:val="uk-UA"/>
              </w:rPr>
              <w:t>09</w:t>
            </w:r>
            <w:r w:rsidR="00074183" w:rsidRPr="008F0235">
              <w:rPr>
                <w:sz w:val="28"/>
                <w:szCs w:val="28"/>
                <w:lang w:val="uk-UA"/>
              </w:rPr>
              <w:t>.01.</w:t>
            </w:r>
            <w:r w:rsidR="003D154A" w:rsidRPr="008F0235">
              <w:rPr>
                <w:sz w:val="28"/>
                <w:szCs w:val="28"/>
                <w:lang w:val="uk-UA"/>
              </w:rPr>
              <w:t>202</w:t>
            </w:r>
            <w:r w:rsidR="001347ED" w:rsidRPr="008F0235">
              <w:rPr>
                <w:sz w:val="28"/>
                <w:szCs w:val="28"/>
                <w:lang w:val="uk-UA"/>
              </w:rPr>
              <w:t>6</w:t>
            </w:r>
            <w:r w:rsidR="003D154A" w:rsidRPr="008F0235">
              <w:rPr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415" w:type="dxa"/>
          </w:tcPr>
          <w:p w14:paraId="45461726" w14:textId="77777777" w:rsidR="003D154A" w:rsidRDefault="003D154A" w:rsidP="00CE393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CF2EA8B" w14:textId="3CD4E9CC" w:rsidR="003D154A" w:rsidRPr="008F0235" w:rsidRDefault="003D154A" w:rsidP="00074183">
            <w:pPr>
              <w:spacing w:before="60" w:after="60"/>
              <w:jc w:val="center"/>
              <w:rPr>
                <w:sz w:val="28"/>
                <w:szCs w:val="28"/>
                <w:lang w:val="uk-UA"/>
              </w:rPr>
            </w:pPr>
            <w:r w:rsidRPr="008F0235">
              <w:rPr>
                <w:sz w:val="28"/>
                <w:szCs w:val="28"/>
                <w:lang w:val="uk-UA"/>
              </w:rPr>
              <w:t>№</w:t>
            </w:r>
            <w:r w:rsidR="00074183" w:rsidRPr="008F0235">
              <w:rPr>
                <w:sz w:val="28"/>
                <w:szCs w:val="28"/>
                <w:lang w:val="uk-UA"/>
              </w:rPr>
              <w:t xml:space="preserve"> </w:t>
            </w:r>
            <w:r w:rsidR="008F0235" w:rsidRPr="008F0235">
              <w:rPr>
                <w:sz w:val="28"/>
                <w:szCs w:val="28"/>
                <w:lang w:val="uk-UA"/>
              </w:rPr>
              <w:t>8</w:t>
            </w:r>
          </w:p>
        </w:tc>
      </w:tr>
    </w:tbl>
    <w:p w14:paraId="293BF7BE" w14:textId="77777777" w:rsidR="003D154A" w:rsidRDefault="003D154A" w:rsidP="003624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tbl>
      <w:tblPr>
        <w:tblStyle w:val="ac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14:paraId="053D9D78" w14:textId="77777777" w:rsidTr="00D9126A">
        <w:tc>
          <w:tcPr>
            <w:tcW w:w="4139" w:type="dxa"/>
          </w:tcPr>
          <w:p w14:paraId="31BFA91A" w14:textId="77777777" w:rsidR="00343D69" w:rsidRPr="00CE4F94" w:rsidRDefault="00343D69" w:rsidP="00343D69">
            <w:pPr>
              <w:jc w:val="left"/>
              <w:rPr>
                <w:sz w:val="28"/>
                <w:szCs w:val="28"/>
                <w:lang w:val="uk-UA"/>
              </w:rPr>
            </w:pPr>
            <w:bookmarkStart w:id="0" w:name="_Hlk159929502"/>
            <w:r w:rsidRPr="00CE4F94">
              <w:rPr>
                <w:sz w:val="28"/>
                <w:szCs w:val="28"/>
                <w:lang w:val="uk-UA"/>
              </w:rPr>
              <w:t>Про організацію та проведення</w:t>
            </w:r>
          </w:p>
          <w:p w14:paraId="7C9BEF70" w14:textId="6D604405" w:rsidR="004B1CD0" w:rsidRDefault="00343D69" w:rsidP="001347ED">
            <w:pPr>
              <w:jc w:val="left"/>
              <w:rPr>
                <w:sz w:val="28"/>
                <w:szCs w:val="28"/>
                <w:lang w:val="uk-UA"/>
              </w:rPr>
            </w:pPr>
            <w:r w:rsidRPr="00CE4F94">
              <w:rPr>
                <w:sz w:val="28"/>
                <w:szCs w:val="28"/>
                <w:lang w:val="uk-UA"/>
              </w:rPr>
              <w:t>обласного конкурсу</w:t>
            </w:r>
            <w:r w:rsidRPr="00CE4F94">
              <w:rPr>
                <w:sz w:val="28"/>
                <w:szCs w:val="28"/>
              </w:rPr>
              <w:t xml:space="preserve"> </w:t>
            </w:r>
            <w:r w:rsidRPr="00CE4F94">
              <w:rPr>
                <w:sz w:val="28"/>
                <w:szCs w:val="28"/>
                <w:lang w:val="uk-UA"/>
              </w:rPr>
              <w:t xml:space="preserve"> “Мирний космос”</w:t>
            </w:r>
            <w:r w:rsidR="00DA2E1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bookmarkEnd w:id="0"/>
    </w:tbl>
    <w:p w14:paraId="27CEA8C9" w14:textId="77777777" w:rsidR="004B1CD0" w:rsidRDefault="004B1CD0" w:rsidP="003624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3E2DF698" w14:textId="77777777" w:rsidR="00B438BD" w:rsidRDefault="00B438BD" w:rsidP="00182E1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6441AAA1" w14:textId="350B9D44" w:rsidR="00557ED1" w:rsidRPr="00D2023D" w:rsidRDefault="00223B29" w:rsidP="005A5651">
      <w:pPr>
        <w:spacing w:line="276" w:lineRule="auto"/>
        <w:ind w:firstLine="708"/>
        <w:jc w:val="both"/>
        <w:rPr>
          <w:color w:val="FF0000"/>
          <w:sz w:val="28"/>
          <w:szCs w:val="28"/>
          <w:lang w:val="uk-UA"/>
        </w:rPr>
      </w:pPr>
      <w:r w:rsidRPr="006F122C">
        <w:rPr>
          <w:sz w:val="28"/>
          <w:szCs w:val="28"/>
          <w:lang w:val="uk-UA"/>
        </w:rPr>
        <w:t xml:space="preserve">Відповідно до плану роботи  комунального закладу позашкільної освіти </w:t>
      </w:r>
      <w:bookmarkStart w:id="1" w:name="_Hlk193448710"/>
      <w:r w:rsidRPr="006F122C">
        <w:rPr>
          <w:sz w:val="28"/>
          <w:szCs w:val="28"/>
          <w:lang w:val="uk-UA"/>
        </w:rPr>
        <w:t>“</w:t>
      </w:r>
      <w:bookmarkStart w:id="2" w:name="_Hlk193448692"/>
      <w:bookmarkEnd w:id="1"/>
      <w:r w:rsidRPr="006F122C">
        <w:rPr>
          <w:sz w:val="28"/>
          <w:szCs w:val="28"/>
          <w:lang w:val="uk-UA"/>
        </w:rPr>
        <w:t xml:space="preserve">Дніпропетровський обласний центр науково-технічної творчості  та  </w:t>
      </w:r>
      <w:r w:rsidRPr="006F122C">
        <w:rPr>
          <w:sz w:val="28"/>
          <w:lang w:val="uk-UA"/>
        </w:rPr>
        <w:t>інформаційних технологій учнівської молоді” Дніпропетровської обласної ради</w:t>
      </w:r>
      <w:r w:rsidRPr="008F67B7">
        <w:rPr>
          <w:sz w:val="28"/>
          <w:lang w:val="uk-UA"/>
        </w:rPr>
        <w:t xml:space="preserve">” </w:t>
      </w:r>
      <w:r>
        <w:rPr>
          <w:sz w:val="28"/>
          <w:lang w:val="uk-UA"/>
        </w:rPr>
        <w:t>(далі – Центр)</w:t>
      </w:r>
      <w:r w:rsidR="00557ED1" w:rsidRPr="00803C84">
        <w:rPr>
          <w:sz w:val="28"/>
          <w:szCs w:val="28"/>
          <w:lang w:val="uk-UA"/>
        </w:rPr>
        <w:t xml:space="preserve"> </w:t>
      </w:r>
      <w:r w:rsidR="00557ED1">
        <w:rPr>
          <w:sz w:val="28"/>
          <w:szCs w:val="28"/>
          <w:lang w:val="uk-UA"/>
        </w:rPr>
        <w:t>на 202</w:t>
      </w:r>
      <w:r w:rsidR="001347ED">
        <w:rPr>
          <w:sz w:val="28"/>
          <w:szCs w:val="28"/>
          <w:lang w:val="uk-UA"/>
        </w:rPr>
        <w:t>6</w:t>
      </w:r>
      <w:r w:rsidR="00557ED1">
        <w:rPr>
          <w:sz w:val="28"/>
          <w:szCs w:val="28"/>
          <w:lang w:val="uk-UA"/>
        </w:rPr>
        <w:t xml:space="preserve"> рік</w:t>
      </w:r>
      <w:bookmarkEnd w:id="2"/>
      <w:r w:rsidR="00557ED1" w:rsidRPr="00803C84">
        <w:rPr>
          <w:sz w:val="28"/>
          <w:szCs w:val="28"/>
          <w:lang w:val="uk-UA"/>
        </w:rPr>
        <w:t xml:space="preserve">, </w:t>
      </w:r>
      <w:r w:rsidR="00557ED1" w:rsidRPr="00D2023D">
        <w:rPr>
          <w:sz w:val="28"/>
          <w:szCs w:val="28"/>
          <w:lang w:val="uk-UA"/>
        </w:rPr>
        <w:t xml:space="preserve">з </w:t>
      </w:r>
      <w:bookmarkStart w:id="3" w:name="_Hlk193448767"/>
      <w:r w:rsidR="00557ED1" w:rsidRPr="00D2023D">
        <w:rPr>
          <w:sz w:val="28"/>
          <w:szCs w:val="28"/>
          <w:lang w:val="uk-UA"/>
        </w:rPr>
        <w:t xml:space="preserve">метою розвитку творчих здібностей учнів,  пошуку, підтримки та стимулювання </w:t>
      </w:r>
      <w:proofErr w:type="spellStart"/>
      <w:r w:rsidR="00557ED1" w:rsidRPr="00D2023D">
        <w:rPr>
          <w:sz w:val="28"/>
          <w:szCs w:val="28"/>
          <w:lang w:val="uk-UA"/>
        </w:rPr>
        <w:t>інтелектуально</w:t>
      </w:r>
      <w:proofErr w:type="spellEnd"/>
      <w:r w:rsidR="00557ED1" w:rsidRPr="00D2023D">
        <w:rPr>
          <w:sz w:val="28"/>
          <w:szCs w:val="28"/>
          <w:lang w:val="uk-UA"/>
        </w:rPr>
        <w:t xml:space="preserve"> обдарованої молоді</w:t>
      </w:r>
      <w:bookmarkEnd w:id="3"/>
    </w:p>
    <w:p w14:paraId="4C0C2EC4" w14:textId="77777777" w:rsidR="00DA2E1C" w:rsidRDefault="00DA2E1C" w:rsidP="00BC014A">
      <w:pPr>
        <w:ind w:firstLine="567"/>
        <w:jc w:val="both"/>
        <w:rPr>
          <w:sz w:val="28"/>
          <w:szCs w:val="28"/>
          <w:lang w:val="uk-UA"/>
        </w:rPr>
      </w:pPr>
    </w:p>
    <w:p w14:paraId="3F3C341E" w14:textId="77777777" w:rsidR="002B3791" w:rsidRDefault="002B3791" w:rsidP="00BC014A">
      <w:pPr>
        <w:ind w:firstLine="567"/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1641545F" w14:textId="77777777" w:rsidR="00D5523C" w:rsidRDefault="00D5523C" w:rsidP="00BC014A">
      <w:pPr>
        <w:ind w:firstLine="567"/>
        <w:jc w:val="both"/>
        <w:rPr>
          <w:sz w:val="28"/>
          <w:szCs w:val="28"/>
          <w:lang w:val="uk-UA"/>
        </w:rPr>
      </w:pPr>
    </w:p>
    <w:p w14:paraId="2EC06402" w14:textId="77777777" w:rsidR="00D5523C" w:rsidRPr="0017283D" w:rsidRDefault="00D5523C" w:rsidP="005A5651">
      <w:pPr>
        <w:pStyle w:val="a9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17283D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Pr="0017283D">
        <w:rPr>
          <w:rFonts w:ascii="Times New Roman" w:hAnsi="Times New Roman"/>
          <w:sz w:val="28"/>
          <w:szCs w:val="28"/>
        </w:rPr>
        <w:t>етодисту</w:t>
      </w:r>
      <w:proofErr w:type="spellEnd"/>
      <w:r w:rsidRPr="0017283D">
        <w:rPr>
          <w:rFonts w:ascii="Times New Roman" w:hAnsi="Times New Roman"/>
          <w:sz w:val="28"/>
          <w:szCs w:val="28"/>
        </w:rPr>
        <w:t xml:space="preserve"> Центру </w:t>
      </w:r>
      <w:r w:rsidRPr="0017283D">
        <w:rPr>
          <w:rFonts w:ascii="Times New Roman" w:hAnsi="Times New Roman"/>
          <w:sz w:val="28"/>
          <w:szCs w:val="28"/>
          <w:lang w:val="uk-UA"/>
        </w:rPr>
        <w:t>Нелі РИЧКО:</w:t>
      </w:r>
      <w:r w:rsidRPr="0017283D">
        <w:rPr>
          <w:rFonts w:ascii="Times New Roman" w:hAnsi="Times New Roman"/>
          <w:sz w:val="28"/>
          <w:szCs w:val="28"/>
        </w:rPr>
        <w:t xml:space="preserve"> </w:t>
      </w:r>
    </w:p>
    <w:p w14:paraId="74D071EA" w14:textId="228F37D9" w:rsidR="00E430E5" w:rsidRPr="0017283D" w:rsidRDefault="00D5523C" w:rsidP="005A5651">
      <w:pPr>
        <w:pStyle w:val="a9"/>
        <w:numPr>
          <w:ilvl w:val="1"/>
          <w:numId w:val="9"/>
        </w:numPr>
        <w:tabs>
          <w:tab w:val="left" w:pos="993"/>
        </w:tabs>
        <w:spacing w:after="0"/>
        <w:ind w:left="0" w:firstLine="375"/>
        <w:jc w:val="both"/>
        <w:rPr>
          <w:rFonts w:ascii="Times New Roman" w:hAnsi="Times New Roman"/>
          <w:sz w:val="28"/>
          <w:szCs w:val="28"/>
          <w:lang w:val="uk-UA"/>
        </w:rPr>
      </w:pPr>
      <w:r w:rsidRPr="0017283D">
        <w:rPr>
          <w:rFonts w:ascii="Times New Roman" w:hAnsi="Times New Roman"/>
          <w:sz w:val="28"/>
          <w:szCs w:val="28"/>
          <w:lang w:val="uk-UA"/>
        </w:rPr>
        <w:t xml:space="preserve">Організувати та провести з </w:t>
      </w:r>
      <w:r w:rsidR="00BA44F6" w:rsidRPr="0017283D">
        <w:rPr>
          <w:rFonts w:ascii="Times New Roman" w:hAnsi="Times New Roman"/>
          <w:sz w:val="28"/>
          <w:szCs w:val="28"/>
          <w:lang w:val="uk-UA"/>
        </w:rPr>
        <w:t>2</w:t>
      </w:r>
      <w:r w:rsidR="00FF7A34" w:rsidRPr="0017283D">
        <w:rPr>
          <w:rFonts w:ascii="Times New Roman" w:hAnsi="Times New Roman"/>
          <w:sz w:val="28"/>
          <w:szCs w:val="28"/>
          <w:lang w:val="uk-UA"/>
        </w:rPr>
        <w:t>6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44F6" w:rsidRPr="0017283D">
        <w:rPr>
          <w:rFonts w:ascii="Times New Roman" w:hAnsi="Times New Roman"/>
          <w:sz w:val="28"/>
          <w:szCs w:val="28"/>
          <w:lang w:val="uk-UA"/>
        </w:rPr>
        <w:t>лютого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A34" w:rsidRPr="0017283D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="00F404EB" w:rsidRPr="0017283D">
        <w:rPr>
          <w:rFonts w:ascii="Times New Roman" w:hAnsi="Times New Roman"/>
          <w:sz w:val="28"/>
          <w:szCs w:val="28"/>
          <w:lang w:val="uk-UA"/>
        </w:rPr>
        <w:t>0</w:t>
      </w:r>
      <w:r w:rsidR="00933BAC">
        <w:rPr>
          <w:rFonts w:ascii="Times New Roman" w:hAnsi="Times New Roman"/>
          <w:sz w:val="28"/>
          <w:szCs w:val="28"/>
          <w:lang w:val="uk-UA"/>
        </w:rPr>
        <w:t>7</w:t>
      </w:r>
      <w:r w:rsidR="00F404EB" w:rsidRPr="0017283D">
        <w:rPr>
          <w:rFonts w:ascii="Times New Roman" w:hAnsi="Times New Roman"/>
          <w:sz w:val="28"/>
          <w:szCs w:val="28"/>
          <w:lang w:val="uk-UA"/>
        </w:rPr>
        <w:t xml:space="preserve"> березня </w:t>
      </w:r>
      <w:r w:rsidRPr="0017283D">
        <w:rPr>
          <w:rFonts w:ascii="Times New Roman" w:hAnsi="Times New Roman"/>
          <w:sz w:val="28"/>
          <w:szCs w:val="28"/>
          <w:lang w:val="uk-UA"/>
        </w:rPr>
        <w:t>202</w:t>
      </w:r>
      <w:r w:rsidR="00F404EB" w:rsidRPr="0017283D">
        <w:rPr>
          <w:rFonts w:ascii="Times New Roman" w:hAnsi="Times New Roman"/>
          <w:sz w:val="28"/>
          <w:szCs w:val="28"/>
          <w:lang w:val="uk-UA"/>
        </w:rPr>
        <w:t>6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року обласний конкурс “Мирний космос” з дотриманням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 та висвітлити конкурс в Інтернет-ресурсі.</w:t>
      </w:r>
    </w:p>
    <w:p w14:paraId="079435E3" w14:textId="4DD96CF3" w:rsidR="00E430E5" w:rsidRPr="0017283D" w:rsidRDefault="00E430E5" w:rsidP="005A5651">
      <w:pPr>
        <w:pStyle w:val="a9"/>
        <w:numPr>
          <w:ilvl w:val="1"/>
          <w:numId w:val="9"/>
        </w:numPr>
        <w:spacing w:after="0"/>
        <w:ind w:left="993" w:hanging="618"/>
        <w:jc w:val="both"/>
        <w:rPr>
          <w:rFonts w:ascii="Times New Roman" w:hAnsi="Times New Roman"/>
          <w:sz w:val="28"/>
          <w:szCs w:val="28"/>
          <w:lang w:val="uk-UA"/>
        </w:rPr>
      </w:pPr>
      <w:r w:rsidRPr="0017283D">
        <w:rPr>
          <w:rFonts w:ascii="Times New Roman" w:hAnsi="Times New Roman"/>
          <w:sz w:val="28"/>
          <w:szCs w:val="28"/>
          <w:lang w:val="uk-UA"/>
        </w:rPr>
        <w:t>Здійснити організаційно-методичний супровід Конкурсу.</w:t>
      </w:r>
    </w:p>
    <w:p w14:paraId="7C8D5744" w14:textId="2493E0B2" w:rsidR="00746A12" w:rsidRPr="0017283D" w:rsidRDefault="00746A12" w:rsidP="005A5651">
      <w:pPr>
        <w:numPr>
          <w:ilvl w:val="1"/>
          <w:numId w:val="9"/>
        </w:numPr>
        <w:tabs>
          <w:tab w:val="left" w:pos="993"/>
        </w:tabs>
        <w:spacing w:line="276" w:lineRule="auto"/>
        <w:ind w:left="0" w:firstLine="375"/>
        <w:contextualSpacing/>
        <w:jc w:val="both"/>
        <w:rPr>
          <w:sz w:val="28"/>
          <w:szCs w:val="28"/>
          <w:lang w:val="uk-UA"/>
        </w:rPr>
      </w:pPr>
      <w:r w:rsidRPr="0017283D">
        <w:rPr>
          <w:sz w:val="28"/>
          <w:szCs w:val="28"/>
          <w:lang w:val="uk-UA"/>
        </w:rPr>
        <w:t>Узагальнити інформацію за підсумками проведення конкурсу та</w:t>
      </w:r>
      <w:r w:rsidR="00A25E0D" w:rsidRPr="0017283D">
        <w:rPr>
          <w:sz w:val="28"/>
          <w:szCs w:val="28"/>
          <w:lang w:val="uk-UA"/>
        </w:rPr>
        <w:t xml:space="preserve"> </w:t>
      </w:r>
      <w:r w:rsidRPr="0017283D">
        <w:rPr>
          <w:sz w:val="28"/>
          <w:szCs w:val="28"/>
          <w:lang w:val="uk-UA"/>
        </w:rPr>
        <w:t xml:space="preserve">визначити переможців до </w:t>
      </w:r>
      <w:r w:rsidR="00933BAC">
        <w:rPr>
          <w:sz w:val="28"/>
          <w:szCs w:val="28"/>
          <w:lang w:val="uk-UA"/>
        </w:rPr>
        <w:t>20</w:t>
      </w:r>
      <w:r w:rsidR="005A5651" w:rsidRPr="0017283D">
        <w:rPr>
          <w:sz w:val="28"/>
          <w:szCs w:val="28"/>
          <w:lang w:val="uk-UA"/>
        </w:rPr>
        <w:t xml:space="preserve"> березня</w:t>
      </w:r>
      <w:r w:rsidRPr="0017283D">
        <w:rPr>
          <w:sz w:val="28"/>
          <w:szCs w:val="28"/>
          <w:lang w:val="uk-UA"/>
        </w:rPr>
        <w:t xml:space="preserve"> 202</w:t>
      </w:r>
      <w:r w:rsidR="005D4743" w:rsidRPr="0017283D">
        <w:rPr>
          <w:sz w:val="28"/>
          <w:szCs w:val="28"/>
          <w:lang w:val="uk-UA"/>
        </w:rPr>
        <w:t>6</w:t>
      </w:r>
      <w:r w:rsidRPr="0017283D">
        <w:rPr>
          <w:sz w:val="28"/>
          <w:szCs w:val="28"/>
          <w:lang w:val="uk-UA"/>
        </w:rPr>
        <w:t xml:space="preserve"> року.</w:t>
      </w:r>
    </w:p>
    <w:p w14:paraId="17E1DF17" w14:textId="565A0865" w:rsidR="00D5523C" w:rsidRPr="0017283D" w:rsidRDefault="00D5523C" w:rsidP="005A5651">
      <w:pPr>
        <w:pStyle w:val="a9"/>
        <w:numPr>
          <w:ilvl w:val="1"/>
          <w:numId w:val="9"/>
        </w:numPr>
        <w:tabs>
          <w:tab w:val="left" w:pos="993"/>
        </w:tabs>
        <w:ind w:left="0" w:firstLine="375"/>
        <w:jc w:val="both"/>
        <w:rPr>
          <w:rFonts w:ascii="Times New Roman" w:hAnsi="Times New Roman"/>
          <w:sz w:val="28"/>
          <w:szCs w:val="28"/>
          <w:lang w:val="uk-UA"/>
        </w:rPr>
      </w:pPr>
      <w:r w:rsidRPr="0017283D">
        <w:rPr>
          <w:rFonts w:ascii="Times New Roman" w:hAnsi="Times New Roman"/>
          <w:sz w:val="28"/>
          <w:szCs w:val="28"/>
          <w:lang w:val="uk-UA"/>
        </w:rPr>
        <w:t>Організувати роботу журі з перевірки</w:t>
      </w:r>
      <w:r w:rsidR="00470537" w:rsidRPr="001728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конкурсних робіт  </w:t>
      </w:r>
      <w:r w:rsidR="00E84CEB" w:rsidRPr="0017283D">
        <w:rPr>
          <w:rFonts w:ascii="Times New Roman" w:hAnsi="Times New Roman"/>
          <w:sz w:val="28"/>
          <w:szCs w:val="28"/>
          <w:lang w:val="uk-UA"/>
        </w:rPr>
        <w:br/>
      </w:r>
      <w:r w:rsidRPr="0017283D">
        <w:rPr>
          <w:rFonts w:ascii="Times New Roman" w:hAnsi="Times New Roman"/>
          <w:sz w:val="28"/>
          <w:szCs w:val="28"/>
          <w:lang w:val="uk-UA"/>
        </w:rPr>
        <w:t>з 2</w:t>
      </w:r>
      <w:r w:rsidR="005D4743" w:rsidRPr="0017283D">
        <w:rPr>
          <w:rFonts w:ascii="Times New Roman" w:hAnsi="Times New Roman"/>
          <w:sz w:val="28"/>
          <w:szCs w:val="28"/>
          <w:lang w:val="uk-UA"/>
        </w:rPr>
        <w:t>6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лютого</w:t>
      </w:r>
      <w:r w:rsidR="00883ED8" w:rsidRPr="0017283D">
        <w:rPr>
          <w:rFonts w:ascii="Times New Roman" w:hAnsi="Times New Roman"/>
          <w:sz w:val="28"/>
          <w:szCs w:val="28"/>
          <w:lang w:val="uk-UA"/>
        </w:rPr>
        <w:t xml:space="preserve"> по 02 березня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та онлайн-захист  з</w:t>
      </w:r>
      <w:r w:rsidR="002634E6" w:rsidRPr="0017283D">
        <w:rPr>
          <w:rFonts w:ascii="Times New Roman" w:hAnsi="Times New Roman"/>
          <w:sz w:val="28"/>
          <w:szCs w:val="28"/>
          <w:lang w:val="uk-UA"/>
        </w:rPr>
        <w:t xml:space="preserve"> 03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="002634E6" w:rsidRPr="0017283D">
        <w:rPr>
          <w:rFonts w:ascii="Times New Roman" w:hAnsi="Times New Roman"/>
          <w:sz w:val="28"/>
          <w:szCs w:val="28"/>
          <w:lang w:val="uk-UA"/>
        </w:rPr>
        <w:t>0</w:t>
      </w:r>
      <w:r w:rsidR="00933BAC">
        <w:rPr>
          <w:rFonts w:ascii="Times New Roman" w:hAnsi="Times New Roman"/>
          <w:sz w:val="28"/>
          <w:szCs w:val="28"/>
          <w:lang w:val="uk-UA"/>
        </w:rPr>
        <w:t>7</w:t>
      </w:r>
      <w:r w:rsidR="00DA165F" w:rsidRPr="001728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34E6" w:rsidRPr="0017283D">
        <w:rPr>
          <w:rFonts w:ascii="Times New Roman" w:hAnsi="Times New Roman"/>
          <w:sz w:val="28"/>
          <w:szCs w:val="28"/>
          <w:lang w:val="uk-UA"/>
        </w:rPr>
        <w:t>березня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634E6" w:rsidRPr="0017283D">
        <w:rPr>
          <w:rFonts w:ascii="Times New Roman" w:hAnsi="Times New Roman"/>
          <w:sz w:val="28"/>
          <w:szCs w:val="28"/>
          <w:lang w:val="uk-UA"/>
        </w:rPr>
        <w:t>6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14:paraId="2E806696" w14:textId="78A24CEF" w:rsidR="00D13414" w:rsidRPr="0017283D" w:rsidRDefault="00D5523C" w:rsidP="005A5651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17283D">
        <w:rPr>
          <w:rFonts w:ascii="Times New Roman" w:hAnsi="Times New Roman"/>
          <w:sz w:val="28"/>
          <w:szCs w:val="28"/>
          <w:lang w:val="uk-UA"/>
        </w:rPr>
        <w:t xml:space="preserve">Адміністратору </w:t>
      </w:r>
      <w:r w:rsidR="008356AF" w:rsidRPr="0017283D">
        <w:rPr>
          <w:rFonts w:ascii="Times New Roman" w:hAnsi="Times New Roman"/>
          <w:sz w:val="28"/>
          <w:szCs w:val="28"/>
          <w:lang w:val="uk-UA"/>
        </w:rPr>
        <w:t xml:space="preserve">сайту </w:t>
      </w:r>
      <w:r w:rsidRPr="0017283D">
        <w:rPr>
          <w:rFonts w:ascii="Times New Roman" w:hAnsi="Times New Roman"/>
          <w:sz w:val="28"/>
          <w:szCs w:val="28"/>
          <w:lang w:val="uk-UA"/>
        </w:rPr>
        <w:t>Віртуальної аерокосмічної школи Ользі ЛАГУТІНІЙ-КАСКІНІЙ  забезпечити технічну підтримку робот</w:t>
      </w:r>
      <w:r w:rsidR="00C36FE1" w:rsidRPr="0017283D">
        <w:rPr>
          <w:rFonts w:ascii="Times New Roman" w:hAnsi="Times New Roman"/>
          <w:sz w:val="28"/>
          <w:szCs w:val="28"/>
          <w:lang w:val="uk-UA"/>
        </w:rPr>
        <w:t>и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журі на платформі </w:t>
      </w:r>
      <w:r w:rsidRPr="0017283D">
        <w:rPr>
          <w:rFonts w:ascii="Times New Roman" w:hAnsi="Times New Roman"/>
          <w:sz w:val="28"/>
          <w:szCs w:val="28"/>
          <w:lang w:val="en-US"/>
        </w:rPr>
        <w:t>Zoom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10654F" w:rsidRPr="0017283D">
        <w:rPr>
          <w:rFonts w:ascii="Times New Roman" w:hAnsi="Times New Roman"/>
          <w:sz w:val="28"/>
          <w:szCs w:val="28"/>
          <w:lang w:val="uk-UA"/>
        </w:rPr>
        <w:t>03 по 0</w:t>
      </w:r>
      <w:r w:rsidR="00A24EDC">
        <w:rPr>
          <w:rFonts w:ascii="Times New Roman" w:hAnsi="Times New Roman"/>
          <w:sz w:val="28"/>
          <w:szCs w:val="28"/>
          <w:lang w:val="uk-UA"/>
        </w:rPr>
        <w:t>7</w:t>
      </w:r>
      <w:r w:rsidR="0010654F" w:rsidRPr="0017283D">
        <w:rPr>
          <w:rFonts w:ascii="Times New Roman" w:hAnsi="Times New Roman"/>
          <w:sz w:val="28"/>
          <w:szCs w:val="28"/>
          <w:lang w:val="uk-UA"/>
        </w:rPr>
        <w:t xml:space="preserve"> березня </w:t>
      </w:r>
      <w:r w:rsidRPr="0017283D">
        <w:rPr>
          <w:rFonts w:ascii="Times New Roman" w:hAnsi="Times New Roman"/>
          <w:sz w:val="28"/>
          <w:szCs w:val="28"/>
          <w:lang w:val="uk-UA"/>
        </w:rPr>
        <w:t>202</w:t>
      </w:r>
      <w:r w:rsidR="0010654F" w:rsidRPr="0017283D">
        <w:rPr>
          <w:rFonts w:ascii="Times New Roman" w:hAnsi="Times New Roman"/>
          <w:sz w:val="28"/>
          <w:szCs w:val="28"/>
          <w:lang w:val="uk-UA"/>
        </w:rPr>
        <w:t>6</w:t>
      </w:r>
      <w:r w:rsidRPr="0017283D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D13414" w:rsidRPr="0017283D">
        <w:rPr>
          <w:rFonts w:ascii="Times New Roman" w:hAnsi="Times New Roman"/>
          <w:sz w:val="28"/>
          <w:szCs w:val="28"/>
          <w:lang w:val="uk-UA"/>
        </w:rPr>
        <w:t>.</w:t>
      </w:r>
    </w:p>
    <w:p w14:paraId="1B65F800" w14:textId="77777777" w:rsidR="00D13414" w:rsidRPr="0017283D" w:rsidRDefault="00D5523C" w:rsidP="005A5651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1728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414" w:rsidRPr="0017283D">
        <w:rPr>
          <w:rFonts w:ascii="Times New Roman" w:hAnsi="Times New Roman"/>
          <w:sz w:val="28"/>
          <w:szCs w:val="28"/>
          <w:lang w:val="uk-UA"/>
        </w:rPr>
        <w:t>Контроль за виконанням даного наказу залишаю за собою.</w:t>
      </w:r>
    </w:p>
    <w:p w14:paraId="28596767" w14:textId="77777777" w:rsidR="00241B88" w:rsidRDefault="00241B88" w:rsidP="00241B88">
      <w:pPr>
        <w:tabs>
          <w:tab w:val="left" w:pos="6096"/>
        </w:tabs>
        <w:rPr>
          <w:sz w:val="28"/>
          <w:szCs w:val="28"/>
          <w:lang w:val="uk-UA"/>
        </w:rPr>
      </w:pPr>
    </w:p>
    <w:p w14:paraId="2C6DBC4F" w14:textId="77777777" w:rsidR="00241B88" w:rsidRDefault="00241B88" w:rsidP="00241B88">
      <w:pPr>
        <w:tabs>
          <w:tab w:val="left" w:pos="6096"/>
        </w:tabs>
        <w:rPr>
          <w:sz w:val="28"/>
          <w:szCs w:val="28"/>
          <w:lang w:val="uk-UA"/>
        </w:rPr>
      </w:pPr>
    </w:p>
    <w:p w14:paraId="6B3ECD72" w14:textId="08E0A02E" w:rsidR="00241B88" w:rsidRDefault="002B3791" w:rsidP="00241B88">
      <w:pPr>
        <w:tabs>
          <w:tab w:val="left" w:pos="6096"/>
        </w:tabs>
        <w:rPr>
          <w:sz w:val="28"/>
          <w:szCs w:val="28"/>
          <w:lang w:val="uk-UA"/>
        </w:rPr>
      </w:pPr>
      <w:r w:rsidRPr="001451B3">
        <w:rPr>
          <w:sz w:val="28"/>
          <w:szCs w:val="28"/>
          <w:lang w:val="uk-UA"/>
        </w:rPr>
        <w:t>Директор</w:t>
      </w:r>
      <w:r w:rsidR="00170445">
        <w:rPr>
          <w:sz w:val="28"/>
          <w:szCs w:val="28"/>
          <w:lang w:val="uk-UA"/>
        </w:rPr>
        <w:t xml:space="preserve"> </w:t>
      </w:r>
    </w:p>
    <w:p w14:paraId="1987FD35" w14:textId="312C8FB1" w:rsidR="00544151" w:rsidRPr="00544151" w:rsidRDefault="00170445" w:rsidP="00241B88">
      <w:pPr>
        <w:tabs>
          <w:tab w:val="left" w:pos="6096"/>
        </w:tabs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КПНЗ </w:t>
      </w:r>
      <w:r w:rsidR="00241B88" w:rsidRPr="0017283D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ДОЦНТТ та ІТУМ</w:t>
      </w:r>
      <w:r w:rsidR="00241B88" w:rsidRPr="0017283D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ДОР</w:t>
      </w:r>
      <w:r w:rsidR="00241B88" w:rsidRPr="0017283D">
        <w:rPr>
          <w:sz w:val="28"/>
          <w:szCs w:val="28"/>
          <w:lang w:val="uk-UA"/>
        </w:rPr>
        <w:t>”</w:t>
      </w:r>
      <w:r w:rsidR="0045113D">
        <w:rPr>
          <w:sz w:val="28"/>
          <w:szCs w:val="28"/>
          <w:lang w:val="uk-UA"/>
        </w:rPr>
        <w:tab/>
      </w:r>
      <w:r w:rsidR="00241B88">
        <w:rPr>
          <w:sz w:val="28"/>
          <w:szCs w:val="28"/>
          <w:lang w:val="uk-UA"/>
        </w:rPr>
        <w:t xml:space="preserve">   </w:t>
      </w:r>
      <w:r w:rsidR="00AB35F0">
        <w:rPr>
          <w:sz w:val="28"/>
          <w:szCs w:val="28"/>
          <w:lang w:val="uk-UA"/>
        </w:rPr>
        <w:t>Людмила ВОЛКОВА</w:t>
      </w:r>
    </w:p>
    <w:sectPr w:rsidR="00544151" w:rsidRPr="00544151" w:rsidSect="00241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134" w:bottom="567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9492A" w14:textId="77777777" w:rsidR="00C850AD" w:rsidRDefault="00C850AD">
      <w:r>
        <w:separator/>
      </w:r>
    </w:p>
  </w:endnote>
  <w:endnote w:type="continuationSeparator" w:id="0">
    <w:p w14:paraId="4E19817B" w14:textId="77777777" w:rsidR="00C850AD" w:rsidRDefault="00C8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E32D" w14:textId="77777777"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D38E23A" w14:textId="77777777"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BB51" w14:textId="77777777"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15E1CD9F" w14:textId="77777777"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921A5" w14:textId="77777777" w:rsidR="00C850AD" w:rsidRDefault="00C850AD">
      <w:r>
        <w:separator/>
      </w:r>
    </w:p>
  </w:footnote>
  <w:footnote w:type="continuationSeparator" w:id="0">
    <w:p w14:paraId="716B7599" w14:textId="77777777" w:rsidR="00C850AD" w:rsidRDefault="00C8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44129" w14:textId="77777777"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14:paraId="2454AAA5" w14:textId="77777777"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2AF77" w14:textId="77777777" w:rsidR="00587F5E" w:rsidRDefault="00587F5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D35F3" w:rsidRPr="00CD35F3">
      <w:rPr>
        <w:noProof/>
        <w:lang w:val="ru-RU"/>
      </w:rPr>
      <w:t>2</w:t>
    </w:r>
    <w:r>
      <w:fldChar w:fldCharType="end"/>
    </w:r>
  </w:p>
  <w:p w14:paraId="3E525267" w14:textId="77777777"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784B" w14:textId="77777777" w:rsidR="006603F4" w:rsidRDefault="006603F4" w:rsidP="006603F4">
    <w:pPr>
      <w:jc w:val="center"/>
      <w:rPr>
        <w:b/>
        <w:color w:val="000000"/>
        <w:lang w:val="uk-UA"/>
      </w:rPr>
    </w:pPr>
    <w:bookmarkStart w:id="4" w:name="_Hlk159929852"/>
    <w:bookmarkStart w:id="5" w:name="_Hlk159929853"/>
    <w:bookmarkStart w:id="6" w:name="_Hlk159929855"/>
    <w:bookmarkStart w:id="7" w:name="_Hlk159929856"/>
    <w:bookmarkStart w:id="8" w:name="_Hlk159929857"/>
    <w:bookmarkStart w:id="9" w:name="_Hlk159929858"/>
    <w:bookmarkStart w:id="10" w:name="_Hlk159929859"/>
    <w:bookmarkStart w:id="11" w:name="_Hlk159929860"/>
    <w:bookmarkStart w:id="12" w:name="_Hlk159929861"/>
    <w:bookmarkStart w:id="13" w:name="_Hlk159929862"/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37DCBB60" w14:textId="77777777"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14:paraId="2A0D1B75" w14:textId="77777777"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2935D7"/>
    <w:multiLevelType w:val="multilevel"/>
    <w:tmpl w:val="19981C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1647E29"/>
    <w:multiLevelType w:val="hybridMultilevel"/>
    <w:tmpl w:val="E5966FDE"/>
    <w:lvl w:ilvl="0" w:tplc="A6AA4D3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504816B9"/>
    <w:multiLevelType w:val="multilevel"/>
    <w:tmpl w:val="F84870D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8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0974E95"/>
    <w:multiLevelType w:val="hybridMultilevel"/>
    <w:tmpl w:val="7736C4AE"/>
    <w:lvl w:ilvl="0" w:tplc="08062B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6FE46032"/>
    <w:multiLevelType w:val="hybridMultilevel"/>
    <w:tmpl w:val="6FFA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908808">
    <w:abstractNumId w:val="11"/>
  </w:num>
  <w:num w:numId="2" w16cid:durableId="1737556875">
    <w:abstractNumId w:val="0"/>
  </w:num>
  <w:num w:numId="3" w16cid:durableId="640968031">
    <w:abstractNumId w:val="6"/>
  </w:num>
  <w:num w:numId="4" w16cid:durableId="657148546">
    <w:abstractNumId w:val="4"/>
  </w:num>
  <w:num w:numId="5" w16cid:durableId="653679129">
    <w:abstractNumId w:val="5"/>
  </w:num>
  <w:num w:numId="6" w16cid:durableId="674848520">
    <w:abstractNumId w:val="8"/>
  </w:num>
  <w:num w:numId="7" w16cid:durableId="1930043391">
    <w:abstractNumId w:val="1"/>
  </w:num>
  <w:num w:numId="8" w16cid:durableId="588542820">
    <w:abstractNumId w:val="9"/>
  </w:num>
  <w:num w:numId="9" w16cid:durableId="1807814334">
    <w:abstractNumId w:val="7"/>
  </w:num>
  <w:num w:numId="10" w16cid:durableId="1916280345">
    <w:abstractNumId w:val="12"/>
  </w:num>
  <w:num w:numId="11" w16cid:durableId="1428774746">
    <w:abstractNumId w:val="10"/>
  </w:num>
  <w:num w:numId="12" w16cid:durableId="440150434">
    <w:abstractNumId w:val="3"/>
  </w:num>
  <w:num w:numId="13" w16cid:durableId="1228538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6E"/>
    <w:rsid w:val="00001498"/>
    <w:rsid w:val="0000396E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4183"/>
    <w:rsid w:val="00075EFA"/>
    <w:rsid w:val="0008105B"/>
    <w:rsid w:val="00097384"/>
    <w:rsid w:val="000A7B99"/>
    <w:rsid w:val="000B1A70"/>
    <w:rsid w:val="000B25C5"/>
    <w:rsid w:val="000D1A0B"/>
    <w:rsid w:val="000E3433"/>
    <w:rsid w:val="000E7C90"/>
    <w:rsid w:val="000F221F"/>
    <w:rsid w:val="000F254C"/>
    <w:rsid w:val="000F3A58"/>
    <w:rsid w:val="000F745F"/>
    <w:rsid w:val="00100159"/>
    <w:rsid w:val="00100544"/>
    <w:rsid w:val="00101386"/>
    <w:rsid w:val="0010654F"/>
    <w:rsid w:val="00112769"/>
    <w:rsid w:val="001129C8"/>
    <w:rsid w:val="00114ECF"/>
    <w:rsid w:val="0011511A"/>
    <w:rsid w:val="00120900"/>
    <w:rsid w:val="00123256"/>
    <w:rsid w:val="001347ED"/>
    <w:rsid w:val="0013606E"/>
    <w:rsid w:val="001400F4"/>
    <w:rsid w:val="00143C9E"/>
    <w:rsid w:val="0015057B"/>
    <w:rsid w:val="00151BCF"/>
    <w:rsid w:val="00170445"/>
    <w:rsid w:val="00172104"/>
    <w:rsid w:val="0017283D"/>
    <w:rsid w:val="00182E14"/>
    <w:rsid w:val="00183890"/>
    <w:rsid w:val="0018392C"/>
    <w:rsid w:val="00183C74"/>
    <w:rsid w:val="001910BD"/>
    <w:rsid w:val="00195ABE"/>
    <w:rsid w:val="001A161D"/>
    <w:rsid w:val="001A24AD"/>
    <w:rsid w:val="001A2596"/>
    <w:rsid w:val="001A2760"/>
    <w:rsid w:val="001B1B39"/>
    <w:rsid w:val="001C2607"/>
    <w:rsid w:val="001C3139"/>
    <w:rsid w:val="001C5E7C"/>
    <w:rsid w:val="001D1282"/>
    <w:rsid w:val="001D129B"/>
    <w:rsid w:val="001E05C2"/>
    <w:rsid w:val="001E2135"/>
    <w:rsid w:val="001E2B36"/>
    <w:rsid w:val="001E5ADC"/>
    <w:rsid w:val="001E673A"/>
    <w:rsid w:val="001E7972"/>
    <w:rsid w:val="001F0206"/>
    <w:rsid w:val="00206CDA"/>
    <w:rsid w:val="00213DCE"/>
    <w:rsid w:val="00213E7D"/>
    <w:rsid w:val="00221C77"/>
    <w:rsid w:val="00223B29"/>
    <w:rsid w:val="002300EA"/>
    <w:rsid w:val="002406E5"/>
    <w:rsid w:val="002409FC"/>
    <w:rsid w:val="00240DD9"/>
    <w:rsid w:val="00241B88"/>
    <w:rsid w:val="0024423F"/>
    <w:rsid w:val="002444EC"/>
    <w:rsid w:val="0024654D"/>
    <w:rsid w:val="0025787E"/>
    <w:rsid w:val="00261AD1"/>
    <w:rsid w:val="00262288"/>
    <w:rsid w:val="002634E6"/>
    <w:rsid w:val="00271A82"/>
    <w:rsid w:val="00271E66"/>
    <w:rsid w:val="00275DCB"/>
    <w:rsid w:val="0027744A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E0C69"/>
    <w:rsid w:val="002E4289"/>
    <w:rsid w:val="002E4829"/>
    <w:rsid w:val="002E7EC8"/>
    <w:rsid w:val="002F42C6"/>
    <w:rsid w:val="00314440"/>
    <w:rsid w:val="00321366"/>
    <w:rsid w:val="00322099"/>
    <w:rsid w:val="003251C6"/>
    <w:rsid w:val="00326A47"/>
    <w:rsid w:val="00334A50"/>
    <w:rsid w:val="003405EA"/>
    <w:rsid w:val="00343D69"/>
    <w:rsid w:val="00346BE4"/>
    <w:rsid w:val="00350382"/>
    <w:rsid w:val="00356AC5"/>
    <w:rsid w:val="00362434"/>
    <w:rsid w:val="00365494"/>
    <w:rsid w:val="00373DCC"/>
    <w:rsid w:val="00377183"/>
    <w:rsid w:val="00377F89"/>
    <w:rsid w:val="00383A21"/>
    <w:rsid w:val="0039055B"/>
    <w:rsid w:val="003940D5"/>
    <w:rsid w:val="003A1A17"/>
    <w:rsid w:val="003A76F1"/>
    <w:rsid w:val="003B221C"/>
    <w:rsid w:val="003C5451"/>
    <w:rsid w:val="003D154A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0537"/>
    <w:rsid w:val="00471242"/>
    <w:rsid w:val="00471FBC"/>
    <w:rsid w:val="00474D22"/>
    <w:rsid w:val="00483378"/>
    <w:rsid w:val="00491CA6"/>
    <w:rsid w:val="00495772"/>
    <w:rsid w:val="00496CA8"/>
    <w:rsid w:val="004A2143"/>
    <w:rsid w:val="004A278F"/>
    <w:rsid w:val="004A412E"/>
    <w:rsid w:val="004A7D5C"/>
    <w:rsid w:val="004B1238"/>
    <w:rsid w:val="004B1CD0"/>
    <w:rsid w:val="004B24AF"/>
    <w:rsid w:val="004C30BC"/>
    <w:rsid w:val="004F4042"/>
    <w:rsid w:val="0050741B"/>
    <w:rsid w:val="00507639"/>
    <w:rsid w:val="005079BB"/>
    <w:rsid w:val="00510AFC"/>
    <w:rsid w:val="00510F4B"/>
    <w:rsid w:val="0051192C"/>
    <w:rsid w:val="00512BDF"/>
    <w:rsid w:val="005205F7"/>
    <w:rsid w:val="0052551B"/>
    <w:rsid w:val="005274B0"/>
    <w:rsid w:val="00530450"/>
    <w:rsid w:val="005305DB"/>
    <w:rsid w:val="0053173D"/>
    <w:rsid w:val="00531E2A"/>
    <w:rsid w:val="005335B0"/>
    <w:rsid w:val="005346E1"/>
    <w:rsid w:val="00540D2A"/>
    <w:rsid w:val="00544151"/>
    <w:rsid w:val="0054667A"/>
    <w:rsid w:val="00555B1C"/>
    <w:rsid w:val="00556646"/>
    <w:rsid w:val="00557ED1"/>
    <w:rsid w:val="005677CC"/>
    <w:rsid w:val="00573EB5"/>
    <w:rsid w:val="00584802"/>
    <w:rsid w:val="00587F5E"/>
    <w:rsid w:val="00595847"/>
    <w:rsid w:val="005A06D1"/>
    <w:rsid w:val="005A4DAE"/>
    <w:rsid w:val="005A5651"/>
    <w:rsid w:val="005C1D5D"/>
    <w:rsid w:val="005C3476"/>
    <w:rsid w:val="005C475C"/>
    <w:rsid w:val="005C54E4"/>
    <w:rsid w:val="005C66AC"/>
    <w:rsid w:val="005D378D"/>
    <w:rsid w:val="005D4743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96A"/>
    <w:rsid w:val="00632247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7F4E"/>
    <w:rsid w:val="006A2A95"/>
    <w:rsid w:val="006B4919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5B2C"/>
    <w:rsid w:val="007173DB"/>
    <w:rsid w:val="00720960"/>
    <w:rsid w:val="00727303"/>
    <w:rsid w:val="007441B1"/>
    <w:rsid w:val="00744BA6"/>
    <w:rsid w:val="00746A12"/>
    <w:rsid w:val="007502B6"/>
    <w:rsid w:val="007636EF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A2D47"/>
    <w:rsid w:val="007B2906"/>
    <w:rsid w:val="007B2990"/>
    <w:rsid w:val="007B509A"/>
    <w:rsid w:val="007C3C9B"/>
    <w:rsid w:val="007C506F"/>
    <w:rsid w:val="007C7EE8"/>
    <w:rsid w:val="007E0EBE"/>
    <w:rsid w:val="007E355F"/>
    <w:rsid w:val="007E754C"/>
    <w:rsid w:val="007F1681"/>
    <w:rsid w:val="007F5E7F"/>
    <w:rsid w:val="007F7A70"/>
    <w:rsid w:val="0080098A"/>
    <w:rsid w:val="00806202"/>
    <w:rsid w:val="00812D4E"/>
    <w:rsid w:val="00812F79"/>
    <w:rsid w:val="00815EEE"/>
    <w:rsid w:val="00815EFD"/>
    <w:rsid w:val="0083057B"/>
    <w:rsid w:val="00832318"/>
    <w:rsid w:val="00833E7F"/>
    <w:rsid w:val="008356AF"/>
    <w:rsid w:val="008360A4"/>
    <w:rsid w:val="00836807"/>
    <w:rsid w:val="00842778"/>
    <w:rsid w:val="00843CD7"/>
    <w:rsid w:val="00846C36"/>
    <w:rsid w:val="00861584"/>
    <w:rsid w:val="00863068"/>
    <w:rsid w:val="0087187B"/>
    <w:rsid w:val="00876DC9"/>
    <w:rsid w:val="0088028C"/>
    <w:rsid w:val="00883B33"/>
    <w:rsid w:val="00883ED8"/>
    <w:rsid w:val="00891702"/>
    <w:rsid w:val="00895A6F"/>
    <w:rsid w:val="00896CC7"/>
    <w:rsid w:val="008B6EF6"/>
    <w:rsid w:val="008B7236"/>
    <w:rsid w:val="008C728B"/>
    <w:rsid w:val="008E2CCF"/>
    <w:rsid w:val="008F0235"/>
    <w:rsid w:val="008F2AF8"/>
    <w:rsid w:val="008F7E2A"/>
    <w:rsid w:val="00905953"/>
    <w:rsid w:val="00907611"/>
    <w:rsid w:val="00912402"/>
    <w:rsid w:val="00912B17"/>
    <w:rsid w:val="00913A2B"/>
    <w:rsid w:val="00921F9B"/>
    <w:rsid w:val="00922272"/>
    <w:rsid w:val="00933AB7"/>
    <w:rsid w:val="00933BAC"/>
    <w:rsid w:val="00945794"/>
    <w:rsid w:val="009479EF"/>
    <w:rsid w:val="00952EF7"/>
    <w:rsid w:val="00954D3B"/>
    <w:rsid w:val="00962160"/>
    <w:rsid w:val="00977F5C"/>
    <w:rsid w:val="00982788"/>
    <w:rsid w:val="00983EF1"/>
    <w:rsid w:val="00986E6B"/>
    <w:rsid w:val="00991D6E"/>
    <w:rsid w:val="009A681B"/>
    <w:rsid w:val="009A7721"/>
    <w:rsid w:val="009B5ECB"/>
    <w:rsid w:val="009C01E3"/>
    <w:rsid w:val="009C2E22"/>
    <w:rsid w:val="009C2F2B"/>
    <w:rsid w:val="009D2570"/>
    <w:rsid w:val="009E0536"/>
    <w:rsid w:val="009E3B6A"/>
    <w:rsid w:val="009F5840"/>
    <w:rsid w:val="00A00A7E"/>
    <w:rsid w:val="00A03C08"/>
    <w:rsid w:val="00A070C0"/>
    <w:rsid w:val="00A0783C"/>
    <w:rsid w:val="00A10A67"/>
    <w:rsid w:val="00A13BA4"/>
    <w:rsid w:val="00A16622"/>
    <w:rsid w:val="00A24EDC"/>
    <w:rsid w:val="00A25E0D"/>
    <w:rsid w:val="00A33257"/>
    <w:rsid w:val="00A3710C"/>
    <w:rsid w:val="00A429BB"/>
    <w:rsid w:val="00A476AF"/>
    <w:rsid w:val="00A5181E"/>
    <w:rsid w:val="00A520AD"/>
    <w:rsid w:val="00A53427"/>
    <w:rsid w:val="00A6567A"/>
    <w:rsid w:val="00A676E0"/>
    <w:rsid w:val="00A67D0D"/>
    <w:rsid w:val="00A754F6"/>
    <w:rsid w:val="00A76318"/>
    <w:rsid w:val="00A870A0"/>
    <w:rsid w:val="00A93BCF"/>
    <w:rsid w:val="00A97BB5"/>
    <w:rsid w:val="00AA5C75"/>
    <w:rsid w:val="00AB35F0"/>
    <w:rsid w:val="00AB7989"/>
    <w:rsid w:val="00AC265D"/>
    <w:rsid w:val="00AC5B0C"/>
    <w:rsid w:val="00AF715A"/>
    <w:rsid w:val="00B13739"/>
    <w:rsid w:val="00B1419E"/>
    <w:rsid w:val="00B15E2E"/>
    <w:rsid w:val="00B15F69"/>
    <w:rsid w:val="00B16313"/>
    <w:rsid w:val="00B2415B"/>
    <w:rsid w:val="00B300C5"/>
    <w:rsid w:val="00B33FCB"/>
    <w:rsid w:val="00B40366"/>
    <w:rsid w:val="00B40984"/>
    <w:rsid w:val="00B43502"/>
    <w:rsid w:val="00B438BD"/>
    <w:rsid w:val="00B43C84"/>
    <w:rsid w:val="00B52D5B"/>
    <w:rsid w:val="00B53544"/>
    <w:rsid w:val="00B568E6"/>
    <w:rsid w:val="00B608D5"/>
    <w:rsid w:val="00B7075A"/>
    <w:rsid w:val="00B70D0D"/>
    <w:rsid w:val="00B765B4"/>
    <w:rsid w:val="00B77E7D"/>
    <w:rsid w:val="00B95F01"/>
    <w:rsid w:val="00BA44F6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7FA1"/>
    <w:rsid w:val="00BD4187"/>
    <w:rsid w:val="00BD4510"/>
    <w:rsid w:val="00BE1011"/>
    <w:rsid w:val="00BE2DEF"/>
    <w:rsid w:val="00BE68B1"/>
    <w:rsid w:val="00BE7E4D"/>
    <w:rsid w:val="00BF5394"/>
    <w:rsid w:val="00C109C3"/>
    <w:rsid w:val="00C125C6"/>
    <w:rsid w:val="00C15539"/>
    <w:rsid w:val="00C178C4"/>
    <w:rsid w:val="00C2031C"/>
    <w:rsid w:val="00C32DB7"/>
    <w:rsid w:val="00C36F1E"/>
    <w:rsid w:val="00C36FE1"/>
    <w:rsid w:val="00C40FFA"/>
    <w:rsid w:val="00C45FFC"/>
    <w:rsid w:val="00C575DB"/>
    <w:rsid w:val="00C821FE"/>
    <w:rsid w:val="00C850AD"/>
    <w:rsid w:val="00C86055"/>
    <w:rsid w:val="00C960E7"/>
    <w:rsid w:val="00C96C9F"/>
    <w:rsid w:val="00C96E94"/>
    <w:rsid w:val="00CA4679"/>
    <w:rsid w:val="00CA646E"/>
    <w:rsid w:val="00CA648D"/>
    <w:rsid w:val="00CA665C"/>
    <w:rsid w:val="00CB0E6C"/>
    <w:rsid w:val="00CB1170"/>
    <w:rsid w:val="00CB4120"/>
    <w:rsid w:val="00CB7527"/>
    <w:rsid w:val="00CC08A7"/>
    <w:rsid w:val="00CC2628"/>
    <w:rsid w:val="00CD212F"/>
    <w:rsid w:val="00CD35F3"/>
    <w:rsid w:val="00CE0430"/>
    <w:rsid w:val="00CE10FB"/>
    <w:rsid w:val="00CF5FAB"/>
    <w:rsid w:val="00CF7926"/>
    <w:rsid w:val="00D02F2D"/>
    <w:rsid w:val="00D06226"/>
    <w:rsid w:val="00D06765"/>
    <w:rsid w:val="00D07FE6"/>
    <w:rsid w:val="00D13414"/>
    <w:rsid w:val="00D14D14"/>
    <w:rsid w:val="00D1688D"/>
    <w:rsid w:val="00D2049C"/>
    <w:rsid w:val="00D27869"/>
    <w:rsid w:val="00D31A2B"/>
    <w:rsid w:val="00D34055"/>
    <w:rsid w:val="00D35496"/>
    <w:rsid w:val="00D36ED9"/>
    <w:rsid w:val="00D414BF"/>
    <w:rsid w:val="00D4212D"/>
    <w:rsid w:val="00D433F5"/>
    <w:rsid w:val="00D47779"/>
    <w:rsid w:val="00D5056B"/>
    <w:rsid w:val="00D5523C"/>
    <w:rsid w:val="00D565E2"/>
    <w:rsid w:val="00D646AF"/>
    <w:rsid w:val="00D75641"/>
    <w:rsid w:val="00D82BC5"/>
    <w:rsid w:val="00D82DD7"/>
    <w:rsid w:val="00D839FA"/>
    <w:rsid w:val="00D9126A"/>
    <w:rsid w:val="00D96B67"/>
    <w:rsid w:val="00DA165F"/>
    <w:rsid w:val="00DA2E1C"/>
    <w:rsid w:val="00DB162D"/>
    <w:rsid w:val="00DB36E3"/>
    <w:rsid w:val="00DC284A"/>
    <w:rsid w:val="00DD2FEA"/>
    <w:rsid w:val="00DD3352"/>
    <w:rsid w:val="00DD377C"/>
    <w:rsid w:val="00DE064E"/>
    <w:rsid w:val="00DE0AD7"/>
    <w:rsid w:val="00DE6A80"/>
    <w:rsid w:val="00DF05D0"/>
    <w:rsid w:val="00DF3C52"/>
    <w:rsid w:val="00E05904"/>
    <w:rsid w:val="00E069D4"/>
    <w:rsid w:val="00E20AEA"/>
    <w:rsid w:val="00E3628F"/>
    <w:rsid w:val="00E36EDE"/>
    <w:rsid w:val="00E37B1E"/>
    <w:rsid w:val="00E430E5"/>
    <w:rsid w:val="00E5437B"/>
    <w:rsid w:val="00E57032"/>
    <w:rsid w:val="00E672A4"/>
    <w:rsid w:val="00E72B43"/>
    <w:rsid w:val="00E77893"/>
    <w:rsid w:val="00E82535"/>
    <w:rsid w:val="00E84CEB"/>
    <w:rsid w:val="00E93E0B"/>
    <w:rsid w:val="00EA15A7"/>
    <w:rsid w:val="00EC13E8"/>
    <w:rsid w:val="00EC3B95"/>
    <w:rsid w:val="00ED2418"/>
    <w:rsid w:val="00ED73F8"/>
    <w:rsid w:val="00EE5757"/>
    <w:rsid w:val="00EF049E"/>
    <w:rsid w:val="00EF0D13"/>
    <w:rsid w:val="00EF49C0"/>
    <w:rsid w:val="00EF7926"/>
    <w:rsid w:val="00F020C2"/>
    <w:rsid w:val="00F024A4"/>
    <w:rsid w:val="00F1162E"/>
    <w:rsid w:val="00F14BD3"/>
    <w:rsid w:val="00F23DD4"/>
    <w:rsid w:val="00F2586C"/>
    <w:rsid w:val="00F404EB"/>
    <w:rsid w:val="00F537D9"/>
    <w:rsid w:val="00F54A7A"/>
    <w:rsid w:val="00F575AA"/>
    <w:rsid w:val="00F57DDA"/>
    <w:rsid w:val="00F67A00"/>
    <w:rsid w:val="00F74598"/>
    <w:rsid w:val="00F82FC6"/>
    <w:rsid w:val="00F91ABB"/>
    <w:rsid w:val="00F965B9"/>
    <w:rsid w:val="00FA1FE1"/>
    <w:rsid w:val="00FA2DC7"/>
    <w:rsid w:val="00FB10BE"/>
    <w:rsid w:val="00FB53B5"/>
    <w:rsid w:val="00FB6837"/>
    <w:rsid w:val="00FB7C43"/>
    <w:rsid w:val="00FC0D67"/>
    <w:rsid w:val="00FC2DE2"/>
    <w:rsid w:val="00FC5FFD"/>
    <w:rsid w:val="00FC668C"/>
    <w:rsid w:val="00FD004B"/>
    <w:rsid w:val="00FD28A6"/>
    <w:rsid w:val="00FD47C5"/>
    <w:rsid w:val="00FD6847"/>
    <w:rsid w:val="00FD7604"/>
    <w:rsid w:val="00FF398E"/>
    <w:rsid w:val="00FF3E96"/>
    <w:rsid w:val="00FF7A34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1D1B9A"/>
  <w15:chartTrackingRefBased/>
  <w15:docId w15:val="{D6FF2A06-9EDD-48DF-A3DD-BA41F067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25C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C178C4"/>
    <w:pPr>
      <w:spacing w:before="100" w:beforeAutospacing="1" w:after="100" w:afterAutospacing="1"/>
    </w:pPr>
    <w:rPr>
      <w:lang w:val="uk-UA" w:eastAsia="uk-UA"/>
    </w:rPr>
  </w:style>
  <w:style w:type="table" w:customStyle="1" w:styleId="11">
    <w:name w:val="Сетка таблицы1"/>
    <w:basedOn w:val="a1"/>
    <w:next w:val="ac"/>
    <w:uiPriority w:val="59"/>
    <w:rsid w:val="00C178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FE6B-E5B7-4EE0-8956-19229C9C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2277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Rychko Nelya</dc:creator>
  <cp:keywords/>
  <cp:lastModifiedBy>Rychko Nelya</cp:lastModifiedBy>
  <cp:revision>8</cp:revision>
  <cp:lastPrinted>2020-11-03T11:02:00Z</cp:lastPrinted>
  <dcterms:created xsi:type="dcterms:W3CDTF">2024-02-27T11:04:00Z</dcterms:created>
  <dcterms:modified xsi:type="dcterms:W3CDTF">2026-01-16T06:57:00Z</dcterms:modified>
</cp:coreProperties>
</file>